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2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Author"/>
        <w:id w:val="4805016"/>
        <w:placeholder>
          <w:docPart w:val="53EA2F4E69DD495B99730AA0D239795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952F83" w:rsidRDefault="005524EE">
          <w:pPr>
            <w:pStyle w:val="YourName"/>
          </w:pPr>
          <w:r>
            <w:rPr>
              <w:lang w:val="en-NZ"/>
            </w:rPr>
            <w:t>Kathleen McClutchie</w:t>
          </w:r>
        </w:p>
      </w:sdtContent>
    </w:sdt>
    <w:p w:rsidR="008F2EEA" w:rsidRDefault="008F2EEA" w:rsidP="008F2EEA">
      <w:pPr>
        <w:pStyle w:val="ContactInformation"/>
      </w:pPr>
      <w:r>
        <w:t>52 Reelick Avenue</w:t>
      </w:r>
      <w:r w:rsidR="009C4D42">
        <w:t xml:space="preserve">, </w:t>
      </w:r>
      <w:r>
        <w:t>Highland Park |Ph.</w:t>
      </w:r>
      <w:r w:rsidR="009C4D42">
        <w:t xml:space="preserve"> </w:t>
      </w:r>
      <w:r>
        <w:t>09 2827072 Cell 0212106383</w:t>
      </w:r>
      <w:r w:rsidR="009C4D42">
        <w:t xml:space="preserve"> | </w:t>
      </w:r>
      <w:hyperlink r:id="rId8" w:history="1">
        <w:r w:rsidRPr="00D1760B">
          <w:rPr>
            <w:rStyle w:val="Hyperlink"/>
          </w:rPr>
          <w:t>jjclangi@hotmail.com</w:t>
        </w:r>
      </w:hyperlink>
    </w:p>
    <w:p w:rsidR="00997AB2" w:rsidRDefault="00997AB2" w:rsidP="008F2EEA">
      <w:pPr>
        <w:pStyle w:val="ContactInformation"/>
      </w:pPr>
      <w:r>
        <w:t>CURRICULUM VITAE</w:t>
      </w:r>
    </w:p>
    <w:p w:rsidR="008F2EEA" w:rsidRDefault="008F2EEA" w:rsidP="008F2EEA">
      <w:pPr>
        <w:pStyle w:val="ContactInformation"/>
      </w:pPr>
      <w:r>
        <w:t xml:space="preserve">The size of your success is measured by the Strength of your Desire; the size of your Dream; and how you handle </w:t>
      </w:r>
      <w:r w:rsidR="00C612B1">
        <w:t>d</w:t>
      </w:r>
      <w:r>
        <w:t>isappointment along the way</w:t>
      </w:r>
    </w:p>
    <w:p w:rsidR="00997AB2" w:rsidRDefault="00997AB2" w:rsidP="00997AB2">
      <w:pPr>
        <w:pStyle w:val="ContactInformation"/>
        <w:ind w:left="0"/>
      </w:pPr>
      <w:r>
        <w:t xml:space="preserve"> EXPERIENCE</w:t>
      </w:r>
    </w:p>
    <w:p w:rsidR="00997AB2" w:rsidRDefault="00997AB2" w:rsidP="00997AB2">
      <w:pPr>
        <w:pStyle w:val="ContactInformation"/>
        <w:ind w:left="0"/>
      </w:pPr>
      <w:r>
        <w:t xml:space="preserve">       </w:t>
      </w:r>
      <w:r w:rsidR="00D426EF">
        <w:t xml:space="preserve">Fisher &amp; Paykel Health Care </w:t>
      </w:r>
    </w:p>
    <w:p w:rsidR="00BB562B" w:rsidRDefault="00C612B1" w:rsidP="00BB562B">
      <w:pPr>
        <w:pStyle w:val="ContactInformation"/>
        <w:tabs>
          <w:tab w:val="left" w:pos="7815"/>
        </w:tabs>
        <w:ind w:left="0"/>
      </w:pPr>
      <w:r>
        <w:t xml:space="preserve">       </w:t>
      </w:r>
      <w:r w:rsidR="00997AB2">
        <w:t xml:space="preserve"> Site Service Cleaning </w:t>
      </w:r>
      <w:r w:rsidR="00BB562B">
        <w:tab/>
        <w:t xml:space="preserve">   2013-2014</w:t>
      </w:r>
    </w:p>
    <w:p w:rsidR="00BB562B" w:rsidRDefault="00BB562B" w:rsidP="00BB562B">
      <w:pPr>
        <w:pStyle w:val="ContactInformation"/>
        <w:ind w:left="0"/>
      </w:pPr>
      <w:r>
        <w:t xml:space="preserve">       Afternoon Shift Cleaning</w:t>
      </w:r>
    </w:p>
    <w:p w:rsidR="00D426EF" w:rsidRDefault="00BB562B" w:rsidP="00BB562B">
      <w:pPr>
        <w:pStyle w:val="ContactInformation"/>
        <w:ind w:left="0"/>
      </w:pPr>
      <w:r>
        <w:t xml:space="preserve">       </w:t>
      </w:r>
      <w:r w:rsidR="00D426EF">
        <w:t>Cleaning duties</w:t>
      </w:r>
    </w:p>
    <w:p w:rsidR="00D426EF" w:rsidRDefault="00D426EF" w:rsidP="00D426EF">
      <w:pPr>
        <w:pStyle w:val="SpaceAfter"/>
      </w:pPr>
      <w:r>
        <w:t>Customer Service</w:t>
      </w:r>
    </w:p>
    <w:p w:rsidR="00D426EF" w:rsidRDefault="00997AB2" w:rsidP="00997AB2">
      <w:pPr>
        <w:pStyle w:val="SpaceAfter"/>
        <w:ind w:left="0"/>
      </w:pPr>
      <w:r>
        <w:t xml:space="preserve">        </w:t>
      </w:r>
      <w:r w:rsidR="00D426EF">
        <w:t xml:space="preserve">2013 Christmas function committee </w:t>
      </w:r>
      <w:r w:rsidR="005B1E9A">
        <w:t xml:space="preserve">member for Site service –cleaning &amp; Maintenance </w:t>
      </w:r>
    </w:p>
    <w:p w:rsidR="00BB562B" w:rsidRDefault="00997AB2" w:rsidP="00997AB2">
      <w:pPr>
        <w:pStyle w:val="JobTitle"/>
        <w:ind w:left="0"/>
        <w:rPr>
          <w:b w:val="0"/>
        </w:rPr>
      </w:pPr>
      <w:r>
        <w:rPr>
          <w:b w:val="0"/>
        </w:rPr>
        <w:t xml:space="preserve">       </w:t>
      </w:r>
    </w:p>
    <w:p w:rsidR="005B1E9A" w:rsidRDefault="00BB562B" w:rsidP="00997AB2">
      <w:pPr>
        <w:pStyle w:val="JobTitle"/>
        <w:ind w:left="0"/>
      </w:pPr>
      <w:r>
        <w:rPr>
          <w:b w:val="0"/>
        </w:rPr>
        <w:t xml:space="preserve">       </w:t>
      </w:r>
      <w:r w:rsidR="00997AB2">
        <w:rPr>
          <w:b w:val="0"/>
        </w:rPr>
        <w:t xml:space="preserve"> </w:t>
      </w:r>
      <w:r w:rsidR="005B1E9A">
        <w:t>Sixsixtysix Catering</w:t>
      </w:r>
    </w:p>
    <w:p w:rsidR="00997AB2" w:rsidRDefault="00997AB2">
      <w:pPr>
        <w:pStyle w:val="JobTitle"/>
      </w:pPr>
    </w:p>
    <w:p w:rsidR="005B1E9A" w:rsidRDefault="005B1E9A">
      <w:pPr>
        <w:pStyle w:val="JobTitle"/>
      </w:pPr>
      <w:bookmarkStart w:id="0" w:name="_GoBack"/>
      <w:r>
        <w:t xml:space="preserve">Catering Manager                                                                                                                                                                                 </w:t>
      </w:r>
    </w:p>
    <w:p w:rsidR="00952F83" w:rsidRDefault="009C4D42">
      <w:pPr>
        <w:pStyle w:val="JobTitle"/>
      </w:pPr>
      <w:r>
        <w:tab/>
      </w:r>
      <w:sdt>
        <w:sdtPr>
          <w:id w:val="275215269"/>
          <w:placeholder>
            <w:docPart w:val="25D0F3FB0C334FE88179E7B5FA37C96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524EE">
            <w:t xml:space="preserve">          2004-2012 </w:t>
          </w:r>
        </w:sdtContent>
      </w:sdt>
    </w:p>
    <w:p w:rsidR="00952F83" w:rsidRDefault="005B1E9A">
      <w:pPr>
        <w:pStyle w:val="SpaceAfter"/>
      </w:pPr>
      <w:r>
        <w:t>Sale Manager</w:t>
      </w:r>
    </w:p>
    <w:p w:rsidR="005B1E9A" w:rsidRDefault="005B1E9A">
      <w:pPr>
        <w:pStyle w:val="SpaceAfter"/>
      </w:pPr>
      <w:r>
        <w:t>Customer Services</w:t>
      </w:r>
    </w:p>
    <w:p w:rsidR="005B1E9A" w:rsidRDefault="005B1E9A">
      <w:pPr>
        <w:pStyle w:val="SpaceAfter"/>
      </w:pPr>
      <w:r>
        <w:t>Management of staff</w:t>
      </w:r>
    </w:p>
    <w:p w:rsidR="005B1E9A" w:rsidRDefault="005B1E9A">
      <w:pPr>
        <w:pStyle w:val="SpaceAfter"/>
      </w:pPr>
      <w:r>
        <w:t>Organization of day to day catering</w:t>
      </w:r>
    </w:p>
    <w:p w:rsidR="005B1E9A" w:rsidRDefault="005B1E9A">
      <w:pPr>
        <w:pStyle w:val="SpaceAfter"/>
      </w:pPr>
      <w:r>
        <w:t>Chefs Assistant</w:t>
      </w:r>
    </w:p>
    <w:p w:rsidR="005B1E9A" w:rsidRDefault="005B1E9A">
      <w:pPr>
        <w:pStyle w:val="SpaceAfter"/>
      </w:pPr>
      <w:r>
        <w:t>Function/Event Manager</w:t>
      </w:r>
    </w:p>
    <w:p w:rsidR="005B1E9A" w:rsidRDefault="005B1E9A">
      <w:pPr>
        <w:pStyle w:val="SpaceAfter"/>
      </w:pPr>
      <w:r>
        <w:t>Bistro Manager</w:t>
      </w:r>
    </w:p>
    <w:p w:rsidR="005B1E9A" w:rsidRDefault="00BB562B">
      <w:pPr>
        <w:pStyle w:val="SpaceAfter"/>
      </w:pPr>
      <w:r>
        <w:t>Staff training</w:t>
      </w:r>
    </w:p>
    <w:p w:rsidR="005B1E9A" w:rsidRDefault="005B1E9A">
      <w:pPr>
        <w:pStyle w:val="SpaceAfter"/>
      </w:pPr>
      <w:r>
        <w:t>Preparation</w:t>
      </w:r>
    </w:p>
    <w:p w:rsidR="005B1E9A" w:rsidRDefault="005B1E9A">
      <w:pPr>
        <w:pStyle w:val="SpaceAfter"/>
      </w:pPr>
      <w:r>
        <w:t>Maintenance of kitchen</w:t>
      </w:r>
    </w:p>
    <w:p w:rsidR="005B1E9A" w:rsidRDefault="005B1E9A">
      <w:pPr>
        <w:pStyle w:val="SpaceAfter"/>
      </w:pPr>
      <w:r>
        <w:t>Cleaning duties</w:t>
      </w:r>
    </w:p>
    <w:p w:rsidR="005B1E9A" w:rsidRDefault="00997AB2">
      <w:pPr>
        <w:pStyle w:val="SpaceAfter"/>
      </w:pPr>
      <w:r>
        <w:t>Management of suppliers/stock orders</w:t>
      </w:r>
    </w:p>
    <w:p w:rsidR="00997AB2" w:rsidRDefault="00997AB2">
      <w:pPr>
        <w:pStyle w:val="SpaceAfter"/>
      </w:pPr>
      <w:r>
        <w:t>Order/booking confirmation</w:t>
      </w:r>
    </w:p>
    <w:bookmarkEnd w:id="0"/>
    <w:p w:rsidR="00997AB2" w:rsidRDefault="00997AB2">
      <w:pPr>
        <w:pStyle w:val="SpaceAfter"/>
      </w:pPr>
    </w:p>
    <w:p w:rsidR="00997AB2" w:rsidRDefault="00BB562B" w:rsidP="00BB562B">
      <w:pPr>
        <w:pStyle w:val="SpaceAfter"/>
      </w:pPr>
      <w:r>
        <w:t>GSK</w:t>
      </w:r>
    </w:p>
    <w:p w:rsidR="00952F83" w:rsidRDefault="00BB562B" w:rsidP="00BB562B">
      <w:pPr>
        <w:pStyle w:val="SpaceAfter"/>
        <w:ind w:left="0"/>
      </w:pPr>
      <w:r>
        <w:t xml:space="preserve">     </w:t>
      </w:r>
      <w:r w:rsidR="00997AB2">
        <w:t xml:space="preserve">Merchandiser </w:t>
      </w:r>
      <w:r>
        <w:t xml:space="preserve">                                                                                                                                                                                        </w:t>
      </w:r>
    </w:p>
    <w:p w:rsidR="00BB562B" w:rsidRDefault="00BB562B" w:rsidP="00BB562B">
      <w:pPr>
        <w:pStyle w:val="SpaceAfter"/>
        <w:ind w:left="0"/>
      </w:pPr>
      <w:r>
        <w:t xml:space="preserve">     Stock take                                                                                                                                                2002-2004</w:t>
      </w:r>
    </w:p>
    <w:p w:rsidR="00952F83" w:rsidRDefault="00BB562B" w:rsidP="00BB562B">
      <w:pPr>
        <w:pStyle w:val="SpaceAfter"/>
        <w:ind w:left="0"/>
      </w:pPr>
      <w:r>
        <w:t xml:space="preserve">     </w:t>
      </w:r>
      <w:r w:rsidR="00F02CD4">
        <w:t>Shelf Filling</w:t>
      </w:r>
    </w:p>
    <w:p w:rsidR="00952F83" w:rsidRDefault="00952F83" w:rsidP="00BB562B">
      <w:pPr>
        <w:pStyle w:val="JobTitle"/>
        <w:ind w:left="0"/>
      </w:pPr>
    </w:p>
    <w:p w:rsidR="00BB562B" w:rsidRDefault="00BB562B" w:rsidP="00BB562B">
      <w:pPr>
        <w:pStyle w:val="JobTitle"/>
        <w:ind w:left="0"/>
        <w:rPr>
          <w:b w:val="0"/>
        </w:rPr>
      </w:pPr>
      <w:r>
        <w:rPr>
          <w:b w:val="0"/>
        </w:rPr>
        <w:t xml:space="preserve">    Foodtown</w:t>
      </w:r>
      <w:r w:rsidR="00F30C50">
        <w:rPr>
          <w:b w:val="0"/>
        </w:rPr>
        <w:t xml:space="preserve"> ST LUKES (Day Shift)</w:t>
      </w:r>
    </w:p>
    <w:p w:rsidR="00F30C50" w:rsidRDefault="00F30C50" w:rsidP="00BB562B">
      <w:pPr>
        <w:pStyle w:val="JobTitle"/>
        <w:ind w:left="0"/>
        <w:rPr>
          <w:b w:val="0"/>
        </w:rPr>
      </w:pPr>
      <w:r>
        <w:rPr>
          <w:b w:val="0"/>
        </w:rPr>
        <w:t xml:space="preserve">   Assistant Manager Grocery &amp; Dry Goods Support Manager</w:t>
      </w:r>
    </w:p>
    <w:p w:rsidR="00BB562B" w:rsidRDefault="00BB562B" w:rsidP="00BB562B">
      <w:pPr>
        <w:pStyle w:val="JobTitle"/>
        <w:ind w:left="0"/>
        <w:rPr>
          <w:b w:val="0"/>
        </w:rPr>
      </w:pPr>
      <w:r>
        <w:rPr>
          <w:b w:val="0"/>
        </w:rPr>
        <w:t xml:space="preserve">    </w:t>
      </w:r>
    </w:p>
    <w:p w:rsidR="00BB562B" w:rsidRDefault="00BB562B" w:rsidP="00BB562B">
      <w:pPr>
        <w:pStyle w:val="JobTitle"/>
        <w:ind w:left="0"/>
        <w:rPr>
          <w:b w:val="0"/>
        </w:rPr>
      </w:pPr>
      <w:r>
        <w:rPr>
          <w:b w:val="0"/>
        </w:rPr>
        <w:t xml:space="preserve">    Staff Management</w:t>
      </w:r>
    </w:p>
    <w:p w:rsidR="00BB562B" w:rsidRDefault="00BB562B" w:rsidP="00BB562B">
      <w:pPr>
        <w:pStyle w:val="JobTitle"/>
        <w:ind w:left="0"/>
        <w:rPr>
          <w:b w:val="0"/>
        </w:rPr>
      </w:pPr>
      <w:r>
        <w:rPr>
          <w:b w:val="0"/>
        </w:rPr>
        <w:t xml:space="preserve">    Staff Rosters</w:t>
      </w:r>
    </w:p>
    <w:p w:rsidR="00952F83" w:rsidRDefault="00BB562B" w:rsidP="00BB562B">
      <w:pPr>
        <w:pStyle w:val="JobTitle"/>
        <w:ind w:left="0"/>
      </w:pPr>
      <w:r>
        <w:rPr>
          <w:b w:val="0"/>
        </w:rPr>
        <w:t xml:space="preserve">    </w:t>
      </w:r>
      <w:r w:rsidR="00F30C50">
        <w:rPr>
          <w:b w:val="0"/>
        </w:rPr>
        <w:t>Customer Service                                                                                                                                 2000-</w:t>
      </w:r>
      <w:r>
        <w:rPr>
          <w:b w:val="0"/>
        </w:rPr>
        <w:t xml:space="preserve"> </w:t>
      </w:r>
      <w:r w:rsidR="00F30C50">
        <w:rPr>
          <w:b w:val="0"/>
        </w:rPr>
        <w:t>2002</w:t>
      </w:r>
    </w:p>
    <w:p w:rsidR="00952F83" w:rsidRDefault="00952F83">
      <w:pPr>
        <w:pStyle w:val="SpaceAfter"/>
      </w:pPr>
    </w:p>
    <w:p w:rsidR="00952F83" w:rsidRDefault="00952F83">
      <w:pPr>
        <w:pStyle w:val="SpaceAfter"/>
      </w:pPr>
    </w:p>
    <w:p w:rsidR="00952F83" w:rsidRDefault="00F30C50">
      <w:pPr>
        <w:pStyle w:val="SectionHeading"/>
      </w:pPr>
      <w:r>
        <w:t>Interests</w:t>
      </w:r>
    </w:p>
    <w:p w:rsidR="00F30C50" w:rsidRDefault="00F30C50">
      <w:pPr>
        <w:pStyle w:val="SectionHeading"/>
      </w:pPr>
      <w:r>
        <w:t>sports</w:t>
      </w:r>
    </w:p>
    <w:p w:rsidR="00F30C50" w:rsidRDefault="00F30C50">
      <w:pPr>
        <w:pStyle w:val="SectionHeading"/>
      </w:pPr>
      <w:r>
        <w:t>Movies</w:t>
      </w:r>
    </w:p>
    <w:p w:rsidR="00F30C50" w:rsidRDefault="00F30C50">
      <w:pPr>
        <w:pStyle w:val="SectionHeading"/>
      </w:pPr>
      <w:r>
        <w:t>family</w:t>
      </w:r>
    </w:p>
    <w:p w:rsidR="00F30C50" w:rsidRDefault="00F30C50">
      <w:pPr>
        <w:pStyle w:val="SectionHeading"/>
      </w:pPr>
    </w:p>
    <w:p w:rsidR="00F30C50" w:rsidRDefault="00F30C50">
      <w:pPr>
        <w:pStyle w:val="SectionHeading"/>
      </w:pPr>
      <w:r>
        <w:t>Referee’s</w:t>
      </w:r>
    </w:p>
    <w:p w:rsidR="00F30C50" w:rsidRDefault="00F30C50">
      <w:pPr>
        <w:pStyle w:val="SectionHeading"/>
      </w:pPr>
      <w:r>
        <w:t>Sixsixtysix catering</w:t>
      </w:r>
    </w:p>
    <w:p w:rsidR="00F30C50" w:rsidRDefault="00F30C50">
      <w:pPr>
        <w:pStyle w:val="SectionHeading"/>
      </w:pPr>
      <w:r>
        <w:t xml:space="preserve">managing director </w:t>
      </w:r>
    </w:p>
    <w:p w:rsidR="00F30C50" w:rsidRDefault="00F30C50">
      <w:pPr>
        <w:pStyle w:val="SectionHeading"/>
      </w:pPr>
      <w:r>
        <w:t>kenneth long</w:t>
      </w:r>
    </w:p>
    <w:p w:rsidR="00F30C50" w:rsidRDefault="00F30C50">
      <w:pPr>
        <w:pStyle w:val="SectionHeading"/>
      </w:pPr>
      <w:r>
        <w:t>Mob 0274850955</w:t>
      </w:r>
    </w:p>
    <w:p w:rsidR="00F30C50" w:rsidRDefault="00F30C50">
      <w:pPr>
        <w:pStyle w:val="SectionHeading"/>
      </w:pPr>
      <w:r>
        <w:t>Turners car auctions</w:t>
      </w:r>
    </w:p>
    <w:p w:rsidR="00F30C50" w:rsidRDefault="00F30C50">
      <w:pPr>
        <w:pStyle w:val="SectionHeading"/>
      </w:pPr>
      <w:r>
        <w:t>alison murdock</w:t>
      </w:r>
    </w:p>
    <w:p w:rsidR="00F30C50" w:rsidRDefault="00F30C50">
      <w:pPr>
        <w:pStyle w:val="SectionHeading"/>
      </w:pPr>
      <w:r>
        <w:t>mob 0211561957</w:t>
      </w:r>
    </w:p>
    <w:p w:rsidR="00F30C50" w:rsidRDefault="00F30C50">
      <w:pPr>
        <w:pStyle w:val="SectionHeading"/>
      </w:pPr>
    </w:p>
    <w:p w:rsidR="00952F83" w:rsidRDefault="00952F83" w:rsidP="00F30C50">
      <w:pPr>
        <w:pStyle w:val="NormalBodyText"/>
        <w:ind w:left="0"/>
      </w:pPr>
    </w:p>
    <w:sectPr w:rsidR="00952F83">
      <w:headerReference w:type="default" r:id="rId9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EEA" w:rsidRDefault="008F2EEA">
      <w:r>
        <w:separator/>
      </w:r>
    </w:p>
  </w:endnote>
  <w:endnote w:type="continuationSeparator" w:id="0">
    <w:p w:rsidR="008F2EEA" w:rsidRDefault="008F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EEA" w:rsidRDefault="008F2EEA">
      <w:r>
        <w:separator/>
      </w:r>
    </w:p>
  </w:footnote>
  <w:footnote w:type="continuationSeparator" w:id="0">
    <w:p w:rsidR="008F2EEA" w:rsidRDefault="008F2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F83" w:rsidRDefault="009C4D42">
    <w:pPr>
      <w:pStyle w:val="YourName"/>
    </w:pPr>
    <w:sdt>
      <w:sdtPr>
        <w:alias w:val="Author"/>
        <w:id w:val="25244219"/>
        <w:placeholde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8F2EEA">
          <w:rPr>
            <w:lang w:val="en-NZ"/>
          </w:rPr>
          <w:t>Kathleen McClutchie</w:t>
        </w:r>
      </w:sdtContent>
    </w:sdt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524E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2A4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0A8E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E1144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8DC41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8F2EEA"/>
    <w:rsid w:val="005524EE"/>
    <w:rsid w:val="005B1E9A"/>
    <w:rsid w:val="008F2EEA"/>
    <w:rsid w:val="00952F83"/>
    <w:rsid w:val="00997AB2"/>
    <w:rsid w:val="009C4D42"/>
    <w:rsid w:val="00BB562B"/>
    <w:rsid w:val="00C612B1"/>
    <w:rsid w:val="00D426EF"/>
    <w:rsid w:val="00F02CD4"/>
    <w:rsid w:val="00F3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docId w15:val="{74782C04-1627-4B6E-A3CB-79DCCAB9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unhideWhenUsed/>
    <w:qFormat/>
    <w:rsid w:val="00C612B1"/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character" w:styleId="Hyperlink">
    <w:name w:val="Hyperlink"/>
    <w:basedOn w:val="DefaultParagraphFont"/>
    <w:uiPriority w:val="99"/>
    <w:unhideWhenUsed/>
    <w:rsid w:val="008F2E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clangi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leen\AppData\Roaming\Microsoft\Templates\Curriculum%20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../customXml/item2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EA2F4E69DD495B99730AA0D2397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0DBE5-3487-40F2-BB4E-5407E4D7AA6C}"/>
      </w:docPartPr>
      <w:docPartBody>
        <w:p w:rsidR="00000000" w:rsidRDefault="00000000">
          <w:pPr>
            <w:pStyle w:val="53EA2F4E69DD495B99730AA0D2397958"/>
          </w:pPr>
          <w:r>
            <w:t>[your name]</w:t>
          </w:r>
        </w:p>
      </w:docPartBody>
    </w:docPart>
    <w:docPart>
      <w:docPartPr>
        <w:name w:val="25D0F3FB0C334FE88179E7B5FA37C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EDFCD-CC6F-4E34-BD46-AE9BEC649F06}"/>
      </w:docPartPr>
      <w:docPartBody>
        <w:p w:rsidR="00000000" w:rsidRDefault="00000000">
          <w:pPr>
            <w:pStyle w:val="25D0F3FB0C334FE88179E7B5FA37C967"/>
          </w:pPr>
          <w:r>
            <w:t>[Pick the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EA2F4E69DD495B99730AA0D2397958">
    <w:name w:val="53EA2F4E69DD495B99730AA0D2397958"/>
  </w:style>
  <w:style w:type="paragraph" w:customStyle="1" w:styleId="813D02FB0D9C406E89B1A8E7B2685EC8">
    <w:name w:val="813D02FB0D9C406E89B1A8E7B2685EC8"/>
  </w:style>
  <w:style w:type="paragraph" w:customStyle="1" w:styleId="0C87C06F8D3B4B069A692E6C7E9CBA1E">
    <w:name w:val="0C87C06F8D3B4B069A692E6C7E9CBA1E"/>
  </w:style>
  <w:style w:type="paragraph" w:customStyle="1" w:styleId="B62014FD5F194CC08CFC9B6037F69043">
    <w:name w:val="B62014FD5F194CC08CFC9B6037F69043"/>
  </w:style>
  <w:style w:type="paragraph" w:customStyle="1" w:styleId="99A12913133942B3ACB1AD4EB7B76988">
    <w:name w:val="99A12913133942B3ACB1AD4EB7B76988"/>
  </w:style>
  <w:style w:type="paragraph" w:customStyle="1" w:styleId="AF952486B5CC47A4A96F413A95134CB5">
    <w:name w:val="AF952486B5CC47A4A96F413A95134CB5"/>
  </w:style>
  <w:style w:type="paragraph" w:customStyle="1" w:styleId="03B89999E59F4A969D78595CE58B2D0E">
    <w:name w:val="03B89999E59F4A969D78595CE58B2D0E"/>
  </w:style>
  <w:style w:type="paragraph" w:customStyle="1" w:styleId="8A1FF24B1DC54751AF4E084190F51BB1">
    <w:name w:val="8A1FF24B1DC54751AF4E084190F51BB1"/>
  </w:style>
  <w:style w:type="paragraph" w:customStyle="1" w:styleId="41BF5A97549A4845A40358146771FC80">
    <w:name w:val="41BF5A97549A4845A40358146771FC80"/>
  </w:style>
  <w:style w:type="paragraph" w:customStyle="1" w:styleId="A08AC289D48342479E53A18D9D8EF35B">
    <w:name w:val="A08AC289D48342479E53A18D9D8EF35B"/>
  </w:style>
  <w:style w:type="paragraph" w:customStyle="1" w:styleId="05F918F627B54247BEF99C4F5A1D32DE">
    <w:name w:val="05F918F627B54247BEF99C4F5A1D32DE"/>
  </w:style>
  <w:style w:type="paragraph" w:customStyle="1" w:styleId="776E772D5AD64F238E0953F5A3AB9A27">
    <w:name w:val="776E772D5AD64F238E0953F5A3AB9A27"/>
  </w:style>
  <w:style w:type="paragraph" w:customStyle="1" w:styleId="9CE8678AACD64649A2885D3A31D36385">
    <w:name w:val="9CE8678AACD64649A2885D3A31D36385"/>
  </w:style>
  <w:style w:type="paragraph" w:customStyle="1" w:styleId="833EA1C5BFCB4B94848D31165C8D5560">
    <w:name w:val="833EA1C5BFCB4B94848D31165C8D5560"/>
  </w:style>
  <w:style w:type="paragraph" w:customStyle="1" w:styleId="D04A9F7DFDDD4FCD94F2BF809E57594A">
    <w:name w:val="D04A9F7DFDDD4FCD94F2BF809E57594A"/>
  </w:style>
  <w:style w:type="paragraph" w:customStyle="1" w:styleId="34A610EFA0C9464292331DC19F850CEB">
    <w:name w:val="34A610EFA0C9464292331DC19F850CEB"/>
  </w:style>
  <w:style w:type="paragraph" w:customStyle="1" w:styleId="E8DEC67A4DFD4D11AACFA344258409BA">
    <w:name w:val="E8DEC67A4DFD4D11AACFA344258409BA"/>
  </w:style>
  <w:style w:type="paragraph" w:customStyle="1" w:styleId="C30EC9AAF5DA4AE19AAC715C7C7CEEA9">
    <w:name w:val="C30EC9AAF5DA4AE19AAC715C7C7CEEA9"/>
  </w:style>
  <w:style w:type="paragraph" w:customStyle="1" w:styleId="6047B2D3950547ABBBC16215C4EED19E">
    <w:name w:val="6047B2D3950547ABBBC16215C4EED19E"/>
  </w:style>
  <w:style w:type="paragraph" w:customStyle="1" w:styleId="E924F55BD42D4C0DBE2114016503F98A">
    <w:name w:val="E924F55BD42D4C0DBE2114016503F98A"/>
  </w:style>
  <w:style w:type="paragraph" w:customStyle="1" w:styleId="0508BC29E41549BC889AA52E859C9421">
    <w:name w:val="0508BC29E41549BC889AA52E859C9421"/>
  </w:style>
  <w:style w:type="paragraph" w:customStyle="1" w:styleId="ED69289F27964E80B1FEC4789812CA4A">
    <w:name w:val="ED69289F27964E80B1FEC4789812CA4A"/>
  </w:style>
  <w:style w:type="paragraph" w:customStyle="1" w:styleId="DB28BAA6BFBF461DBB82D1D7508C3D2A">
    <w:name w:val="DB28BAA6BFBF461DBB82D1D7508C3D2A"/>
  </w:style>
  <w:style w:type="paragraph" w:customStyle="1" w:styleId="91E8D7A55F6143078E5D48E9176730B1">
    <w:name w:val="91E8D7A55F6143078E5D48E9176730B1"/>
  </w:style>
  <w:style w:type="paragraph" w:customStyle="1" w:styleId="75F79091A645487D988DBE9870FAB2F9">
    <w:name w:val="75F79091A645487D988DBE9870FAB2F9"/>
  </w:style>
  <w:style w:type="paragraph" w:customStyle="1" w:styleId="276F5298A3704A548B40BC7913033A56">
    <w:name w:val="276F5298A3704A548B40BC7913033A56"/>
  </w:style>
  <w:style w:type="paragraph" w:customStyle="1" w:styleId="1EADF75403DD479E9009904F5F60CC76">
    <w:name w:val="1EADF75403DD479E9009904F5F60CC76"/>
  </w:style>
  <w:style w:type="paragraph" w:customStyle="1" w:styleId="70C73C5764A84593897BA5DDCD76A61A">
    <w:name w:val="70C73C5764A84593897BA5DDCD76A61A"/>
  </w:style>
  <w:style w:type="paragraph" w:customStyle="1" w:styleId="3E54CD853773402FA2720FD65D0E99C3">
    <w:name w:val="3E54CD853773402FA2720FD65D0E99C3"/>
  </w:style>
  <w:style w:type="paragraph" w:customStyle="1" w:styleId="1A36BC3381694080B8BB6A83B06F2199">
    <w:name w:val="1A36BC3381694080B8BB6A83B06F2199"/>
  </w:style>
  <w:style w:type="paragraph" w:customStyle="1" w:styleId="96368B72AB9341558ED05183E0BC0438">
    <w:name w:val="96368B72AB9341558ED05183E0BC0438"/>
  </w:style>
  <w:style w:type="paragraph" w:customStyle="1" w:styleId="B47E5A6F04B94D2CA78FB798DF765FB4">
    <w:name w:val="B47E5A6F04B94D2CA78FB798DF765FB4"/>
  </w:style>
  <w:style w:type="paragraph" w:customStyle="1" w:styleId="C29331E5A06641A9A47EDA8E73E0A36D">
    <w:name w:val="C29331E5A06641A9A47EDA8E73E0A36D"/>
  </w:style>
  <w:style w:type="paragraph" w:customStyle="1" w:styleId="6C7D276AA1114DE3BCD992B1EA16B046">
    <w:name w:val="6C7D276AA1114DE3BCD992B1EA16B046"/>
  </w:style>
  <w:style w:type="paragraph" w:customStyle="1" w:styleId="822B2011CB504F789F2E8FC6664263BF">
    <w:name w:val="822B2011CB504F789F2E8FC6664263BF"/>
  </w:style>
  <w:style w:type="paragraph" w:customStyle="1" w:styleId="62DE81C06F8C46E2A352F7A90691B194">
    <w:name w:val="62DE81C06F8C46E2A352F7A90691B194"/>
  </w:style>
  <w:style w:type="paragraph" w:customStyle="1" w:styleId="251A3D53DF8749518F576B330294320B">
    <w:name w:val="251A3D53DF8749518F576B330294320B"/>
  </w:style>
  <w:style w:type="paragraph" w:customStyle="1" w:styleId="25D0F3FB0C334FE88179E7B5FA37C967">
    <w:name w:val="25D0F3FB0C334FE88179E7B5FA37C967"/>
  </w:style>
  <w:style w:type="paragraph" w:customStyle="1" w:styleId="0C8024CA464A490B843B4D6EC8AA8FEB">
    <w:name w:val="0C8024CA464A490B843B4D6EC8AA8FEB"/>
  </w:style>
  <w:style w:type="paragraph" w:customStyle="1" w:styleId="BF6A3996BD704C889BCB9C7D34EB0194">
    <w:name w:val="BF6A3996BD704C889BCB9C7D34EB0194"/>
  </w:style>
  <w:style w:type="paragraph" w:customStyle="1" w:styleId="E118F2D87CCD453ABC193C09FDF9920C">
    <w:name w:val="E118F2D87CCD453ABC193C09FDF9920C"/>
  </w:style>
  <w:style w:type="paragraph" w:customStyle="1" w:styleId="8B4C626743AA4419AC042F3E5333AFFB">
    <w:name w:val="8B4C626743AA4419AC042F3E5333AFFB"/>
  </w:style>
  <w:style w:type="paragraph" w:customStyle="1" w:styleId="481E4A098F414ECDBEBB719A0AE3EC02">
    <w:name w:val="481E4A098F414ECDBEBB719A0AE3EC02"/>
  </w:style>
  <w:style w:type="paragraph" w:customStyle="1" w:styleId="A82316B08CC24C4790E67B48A3AC750B">
    <w:name w:val="A82316B08CC24C4790E67B48A3AC750B"/>
  </w:style>
  <w:style w:type="paragraph" w:customStyle="1" w:styleId="85066B23AFE047CA9F2A42C9255264BF">
    <w:name w:val="85066B23AFE047CA9F2A42C9255264BF"/>
  </w:style>
  <w:style w:type="paragraph" w:customStyle="1" w:styleId="FFFB643043BF433D837FE468CD4C31E5">
    <w:name w:val="FFFB643043BF433D837FE468CD4C31E5"/>
  </w:style>
  <w:style w:type="paragraph" w:customStyle="1" w:styleId="14B10F27A6BA4808B7104E7AAFD18B73">
    <w:name w:val="14B10F27A6BA4808B7104E7AAFD18B73"/>
  </w:style>
  <w:style w:type="paragraph" w:customStyle="1" w:styleId="4D64D48B56CD419DBB4E9BD8088DC826">
    <w:name w:val="4D64D48B56CD419DBB4E9BD8088DC826"/>
  </w:style>
  <w:style w:type="paragraph" w:customStyle="1" w:styleId="9DAC36FEC011455EA4C3E95C4878F7AA">
    <w:name w:val="9DAC36FEC011455EA4C3E95C4878F7AA"/>
  </w:style>
  <w:style w:type="paragraph" w:customStyle="1" w:styleId="3682ACEEB3C54816BA85AEEB7E710D82">
    <w:name w:val="3682ACEEB3C54816BA85AEEB7E710D82"/>
  </w:style>
  <w:style w:type="paragraph" w:customStyle="1" w:styleId="4851136509964904856B2AE90EF238AF">
    <w:name w:val="4851136509964904856B2AE90EF238AF"/>
  </w:style>
  <w:style w:type="paragraph" w:customStyle="1" w:styleId="B73E6962AD2748A8A8C7D29E3A133FF8">
    <w:name w:val="B73E6962AD2748A8A8C7D29E3A133FF8"/>
  </w:style>
  <w:style w:type="paragraph" w:customStyle="1" w:styleId="22C26127E051464DBEE22D00F695D031">
    <w:name w:val="22C26127E051464DBEE22D00F695D031"/>
  </w:style>
  <w:style w:type="paragraph" w:customStyle="1" w:styleId="FFB5B4F89C264710AF81CFB5AA9C2442">
    <w:name w:val="FFB5B4F89C264710AF81CFB5AA9C2442"/>
  </w:style>
  <w:style w:type="paragraph" w:customStyle="1" w:styleId="318A9770548B452BA1AF1C6A9B3346CB">
    <w:name w:val="318A9770548B452BA1AF1C6A9B3346CB"/>
  </w:style>
  <w:style w:type="paragraph" w:customStyle="1" w:styleId="A4816BE0979E4A0F9B04A7C90A6F5C67">
    <w:name w:val="A4816BE0979E4A0F9B04A7C90A6F5C67"/>
  </w:style>
  <w:style w:type="paragraph" w:customStyle="1" w:styleId="307D21A09FF7433C9962FEB95C980D39">
    <w:name w:val="307D21A09FF7433C9962FEB95C980D39"/>
  </w:style>
  <w:style w:type="paragraph" w:customStyle="1" w:styleId="9194D49BE3F24256B79B81BC860964EE">
    <w:name w:val="9194D49BE3F24256B79B81BC860964EE"/>
  </w:style>
  <w:style w:type="paragraph" w:customStyle="1" w:styleId="908D26EF63B9456F87A3E566974A2A1A">
    <w:name w:val="908D26EF63B9456F87A3E566974A2A1A"/>
  </w:style>
  <w:style w:type="paragraph" w:customStyle="1" w:styleId="2345087B23A34471A7E204EA9B01B694">
    <w:name w:val="2345087B23A34471A7E204EA9B01B694"/>
  </w:style>
  <w:style w:type="paragraph" w:customStyle="1" w:styleId="C32CDB75BEFB4492801797E7F7B5E04C">
    <w:name w:val="C32CDB75BEFB4492801797E7F7B5E04C"/>
  </w:style>
  <w:style w:type="paragraph" w:customStyle="1" w:styleId="DC82F3E7FBB24963A6ADDE864F0F0F0B">
    <w:name w:val="DC82F3E7FBB24963A6ADDE864F0F0F0B"/>
  </w:style>
  <w:style w:type="paragraph" w:customStyle="1" w:styleId="C364A11752C74DC5A9307B52A47E4D11">
    <w:name w:val="C364A11752C74DC5A9307B52A47E4D11"/>
  </w:style>
  <w:style w:type="paragraph" w:customStyle="1" w:styleId="B891DDA924C54FB3A42523BE41E951E0">
    <w:name w:val="B891DDA924C54FB3A42523BE41E951E0"/>
  </w:style>
  <w:style w:type="paragraph" w:customStyle="1" w:styleId="4FA528D832FB47A5BFA42E86AADE60E4">
    <w:name w:val="4FA528D832FB47A5BFA42E86AADE60E4"/>
  </w:style>
  <w:style w:type="paragraph" w:customStyle="1" w:styleId="8E4DA66CF4B349149CC9C99B604974C0">
    <w:name w:val="8E4DA66CF4B349149CC9C99B604974C0"/>
  </w:style>
  <w:style w:type="paragraph" w:customStyle="1" w:styleId="F66EA7FF4B574E489D5346D8C25DDD10">
    <w:name w:val="F66EA7FF4B574E489D5346D8C25DDD10"/>
  </w:style>
  <w:style w:type="paragraph" w:customStyle="1" w:styleId="5D30A8F1F89D41C3AFD90AA583395189">
    <w:name w:val="5D30A8F1F89D41C3AFD90AA583395189"/>
  </w:style>
  <w:style w:type="paragraph" w:customStyle="1" w:styleId="D0912003634C4137A88BBCFED410322D">
    <w:name w:val="D0912003634C4137A88BBCFED410322D"/>
  </w:style>
  <w:style w:type="paragraph" w:customStyle="1" w:styleId="0CD08AC3F930458E9B0747AB146B5197">
    <w:name w:val="0CD08AC3F930458E9B0747AB146B5197"/>
  </w:style>
  <w:style w:type="paragraph" w:customStyle="1" w:styleId="80040D37A55B49DA8CC0689E49AB4E4C">
    <w:name w:val="80040D37A55B49DA8CC0689E49AB4E4C"/>
  </w:style>
  <w:style w:type="paragraph" w:customStyle="1" w:styleId="2C7F7C13B905479298D3AC00B27908B4">
    <w:name w:val="2C7F7C13B905479298D3AC00B27908B4"/>
  </w:style>
  <w:style w:type="paragraph" w:customStyle="1" w:styleId="32B89E43C2F84BF7BC0B9358535A969A">
    <w:name w:val="32B89E43C2F84BF7BC0B9358535A969A"/>
  </w:style>
  <w:style w:type="paragraph" w:customStyle="1" w:styleId="97FF6185AFFA477F9EA44050B3F9F456">
    <w:name w:val="97FF6185AFFA477F9EA44050B3F9F456"/>
  </w:style>
  <w:style w:type="paragraph" w:customStyle="1" w:styleId="CA849897F22C4287A50638F8B5333919">
    <w:name w:val="CA849897F22C4287A50638F8B53339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 vitae</Template>
  <TotalTime>1351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Kathleen McClutchie</dc:creator>
  <cp:keywords/>
  <dc:description/>
  <cp:lastModifiedBy>Kathleen Langi</cp:lastModifiedBy>
  <cp:revision>1</cp:revision>
  <cp:lastPrinted>2014-02-17T23:46:00Z</cp:lastPrinted>
  <dcterms:created xsi:type="dcterms:W3CDTF">2014-02-17T22:32:00Z</dcterms:created>
  <dcterms:modified xsi:type="dcterms:W3CDTF">2014-02-18T23:26:00Z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